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35" w:rsidRPr="00C311DD" w:rsidRDefault="00CD1F35" w:rsidP="00C311DD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C311DD">
        <w:rPr>
          <w:rFonts w:ascii="Arial" w:hAnsi="Arial" w:cs="Arial"/>
          <w:b/>
          <w:bCs/>
          <w:i/>
          <w:iCs/>
          <w:sz w:val="24"/>
          <w:szCs w:val="24"/>
        </w:rPr>
        <w:t xml:space="preserve">EK – 2: </w:t>
      </w:r>
    </w:p>
    <w:p w:rsidR="00CD1F35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D1F35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6A1B">
        <w:rPr>
          <w:rFonts w:ascii="Arial" w:hAnsi="Arial" w:cs="Arial"/>
          <w:b/>
          <w:bCs/>
          <w:sz w:val="24"/>
          <w:szCs w:val="24"/>
        </w:rPr>
        <w:t>T. C. EKONOMİ BAKAN YARDIMCISI SAYIN ADNAN YILDIRIM BAŞKANLIĞINDA KAZAKİSTAN TİCARET VE YATIRIM HEYETİ ZİYARETİ</w:t>
      </w:r>
    </w:p>
    <w:p w:rsidR="00CD1F35" w:rsidRPr="00666A1B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6A1B">
        <w:rPr>
          <w:rFonts w:ascii="Arial" w:hAnsi="Arial" w:cs="Arial"/>
          <w:b/>
          <w:bCs/>
          <w:sz w:val="24"/>
          <w:szCs w:val="24"/>
        </w:rPr>
        <w:t>(25 – 27 Şubat 2015, ALMATI)</w:t>
      </w:r>
    </w:p>
    <w:p w:rsidR="00CD1F35" w:rsidRPr="00666A1B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6A1B">
        <w:rPr>
          <w:rFonts w:ascii="Arial" w:hAnsi="Arial" w:cs="Arial"/>
          <w:b/>
          <w:bCs/>
          <w:sz w:val="24"/>
          <w:szCs w:val="24"/>
        </w:rPr>
        <w:t xml:space="preserve">TASLAK PROGRAM </w:t>
      </w:r>
    </w:p>
    <w:p w:rsidR="00CD1F35" w:rsidRPr="00666A1B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B42925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66A1B">
        <w:rPr>
          <w:rFonts w:ascii="Arial" w:hAnsi="Arial" w:cs="Arial"/>
          <w:b/>
          <w:bCs/>
          <w:sz w:val="24"/>
          <w:szCs w:val="24"/>
          <w:u w:val="single"/>
        </w:rPr>
        <w:t>25 Şubat 2015, Çarşamba</w:t>
      </w:r>
    </w:p>
    <w:p w:rsidR="00CD1F35" w:rsidRPr="007102AE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8"/>
          <w:szCs w:val="8"/>
          <w:u w:val="single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20:45 –</w:t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sz w:val="24"/>
          <w:szCs w:val="24"/>
        </w:rPr>
        <w:t xml:space="preserve">İstanbul’dan Almatı’ya Hareket ( TK350) 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66A1B">
        <w:rPr>
          <w:rFonts w:ascii="Arial" w:hAnsi="Arial" w:cs="Arial"/>
          <w:b/>
          <w:bCs/>
          <w:sz w:val="24"/>
          <w:szCs w:val="24"/>
          <w:u w:val="single"/>
        </w:rPr>
        <w:t>26 Şubat 2015, Perşembe</w:t>
      </w:r>
    </w:p>
    <w:p w:rsidR="00CD1F35" w:rsidRPr="007102AE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8"/>
          <w:szCs w:val="8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06:15</w:t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sz w:val="24"/>
          <w:szCs w:val="24"/>
        </w:rPr>
        <w:t>Almatı’ya varış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32810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06:30 – 07:30</w:t>
      </w:r>
      <w:r w:rsidRPr="00666A1B">
        <w:rPr>
          <w:rFonts w:ascii="Arial" w:hAnsi="Arial" w:cs="Arial"/>
          <w:sz w:val="24"/>
          <w:szCs w:val="24"/>
        </w:rPr>
        <w:tab/>
        <w:t xml:space="preserve">Gümrük İşlemleri ve Otele Transfer </w:t>
      </w:r>
    </w:p>
    <w:p w:rsidR="00CD1F35" w:rsidRPr="00666A1B" w:rsidRDefault="00CD1F35" w:rsidP="00732810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32810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b/>
          <w:bCs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07:30 – 13:00</w:t>
      </w:r>
      <w:r w:rsidRPr="00666A1B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666A1B">
        <w:rPr>
          <w:rFonts w:ascii="Arial" w:hAnsi="Arial" w:cs="Arial"/>
          <w:sz w:val="24"/>
          <w:szCs w:val="24"/>
        </w:rPr>
        <w:t>Otele Yerleşme / Serbest Zaman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 xml:space="preserve">13:00 – 14:00 </w:t>
      </w:r>
      <w:r w:rsidRPr="00666A1B">
        <w:rPr>
          <w:rFonts w:ascii="Arial" w:hAnsi="Arial" w:cs="Arial"/>
          <w:sz w:val="24"/>
          <w:szCs w:val="24"/>
        </w:rPr>
        <w:tab/>
        <w:t xml:space="preserve">Öğle Yemeği 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14:30 – 18:30</w:t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 w:rsidRPr="00666A1B">
        <w:rPr>
          <w:rFonts w:ascii="Arial" w:hAnsi="Arial" w:cs="Arial"/>
          <w:sz w:val="24"/>
          <w:szCs w:val="24"/>
        </w:rPr>
        <w:t>Kazakistan – Türkiye İş Forumu ve Firmalar Arası Görüşmeler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19:30 – 21:30</w:t>
      </w:r>
      <w:r w:rsidRPr="00666A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</w:t>
      </w:r>
      <w:r w:rsidRPr="00666A1B">
        <w:rPr>
          <w:rFonts w:ascii="Arial" w:hAnsi="Arial" w:cs="Arial"/>
          <w:sz w:val="24"/>
          <w:szCs w:val="24"/>
        </w:rPr>
        <w:t xml:space="preserve">kşam Yemeği 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66A1B">
        <w:rPr>
          <w:rFonts w:ascii="Arial" w:hAnsi="Arial" w:cs="Arial"/>
          <w:b/>
          <w:bCs/>
          <w:sz w:val="24"/>
          <w:szCs w:val="24"/>
          <w:u w:val="single"/>
        </w:rPr>
        <w:t>27 Şubat 2015, Cuma</w:t>
      </w:r>
    </w:p>
    <w:p w:rsidR="00CD1F35" w:rsidRPr="007102AE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8"/>
          <w:szCs w:val="8"/>
          <w:u w:val="single"/>
        </w:rPr>
      </w:pPr>
    </w:p>
    <w:p w:rsidR="00CD1F35" w:rsidRPr="00666A1B" w:rsidRDefault="00CD1F35" w:rsidP="001072F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09:30 – 12:30</w:t>
      </w:r>
      <w:r w:rsidRPr="00666A1B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Alatau Teknoparkı Ziyareti / Özel Sektör Temasları</w:t>
      </w:r>
    </w:p>
    <w:p w:rsidR="00CD1F35" w:rsidRPr="00666A1B" w:rsidRDefault="00CD1F35" w:rsidP="001072F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13:00 – 14:30</w:t>
      </w:r>
      <w:r w:rsidRPr="00666A1B">
        <w:rPr>
          <w:rFonts w:ascii="Arial" w:hAnsi="Arial" w:cs="Arial"/>
          <w:sz w:val="24"/>
          <w:szCs w:val="24"/>
        </w:rPr>
        <w:tab/>
        <w:t>Öğle Yemeği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b/>
          <w:bCs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15:00 – 1</w:t>
      </w:r>
      <w:r>
        <w:rPr>
          <w:rFonts w:ascii="Arial" w:hAnsi="Arial" w:cs="Arial"/>
          <w:sz w:val="24"/>
          <w:szCs w:val="24"/>
        </w:rPr>
        <w:t>8</w:t>
      </w:r>
      <w:r w:rsidRPr="00666A1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0</w:t>
      </w:r>
      <w:r w:rsidRPr="00666A1B">
        <w:rPr>
          <w:rFonts w:ascii="Arial" w:hAnsi="Arial" w:cs="Arial"/>
          <w:sz w:val="24"/>
          <w:szCs w:val="24"/>
        </w:rPr>
        <w:t>0</w:t>
      </w:r>
      <w:r w:rsidRPr="00666A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Sberbank Kazakistan Yöneticileri ile Toplantı / Şimbulak Spor ve Turizm Kompleksi Ziyareti</w:t>
      </w:r>
    </w:p>
    <w:p w:rsidR="00CD1F35" w:rsidRPr="007102AE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8"/>
          <w:szCs w:val="8"/>
        </w:rPr>
      </w:pPr>
    </w:p>
    <w:p w:rsidR="00CD1F35" w:rsidRDefault="00CD1F35" w:rsidP="007E1156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18:00 – 19:30          Serbest Zaman</w:t>
      </w:r>
    </w:p>
    <w:p w:rsidR="00CD1F35" w:rsidRDefault="00CD1F35" w:rsidP="007E1156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ind w:left="2124" w:hanging="2124"/>
        <w:rPr>
          <w:rFonts w:ascii="Arial" w:hAnsi="Arial" w:cs="Arial"/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20:00 – 22:00</w:t>
      </w:r>
      <w:r w:rsidRPr="00666A1B">
        <w:rPr>
          <w:rFonts w:ascii="Arial" w:hAnsi="Arial" w:cs="Arial"/>
          <w:sz w:val="24"/>
          <w:szCs w:val="24"/>
        </w:rPr>
        <w:tab/>
        <w:t>Akşam Yemeği</w:t>
      </w: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CD1F35" w:rsidRPr="00666A1B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66A1B">
        <w:rPr>
          <w:rFonts w:ascii="Arial" w:hAnsi="Arial" w:cs="Arial"/>
          <w:b/>
          <w:bCs/>
          <w:sz w:val="24"/>
          <w:szCs w:val="24"/>
          <w:u w:val="single"/>
        </w:rPr>
        <w:t>28 Şubat 2015, Cumartesi</w:t>
      </w:r>
    </w:p>
    <w:p w:rsidR="00CD1F35" w:rsidRPr="007102AE" w:rsidRDefault="00CD1F35" w:rsidP="007B488C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rFonts w:ascii="Arial" w:hAnsi="Arial" w:cs="Arial"/>
          <w:sz w:val="8"/>
          <w:szCs w:val="8"/>
        </w:rPr>
      </w:pPr>
    </w:p>
    <w:p w:rsidR="00CD1F35" w:rsidRPr="00B42925" w:rsidRDefault="00CD1F35" w:rsidP="007102AE">
      <w:pPr>
        <w:pStyle w:val="Gvd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120" w:line="240" w:lineRule="auto"/>
        <w:rPr>
          <w:sz w:val="24"/>
          <w:szCs w:val="24"/>
        </w:rPr>
      </w:pPr>
      <w:r w:rsidRPr="00666A1B">
        <w:rPr>
          <w:rFonts w:ascii="Arial" w:hAnsi="Arial" w:cs="Arial"/>
          <w:sz w:val="24"/>
          <w:szCs w:val="24"/>
        </w:rPr>
        <w:t>07:45 – 09:55</w:t>
      </w:r>
      <w:r w:rsidRPr="00666A1B">
        <w:rPr>
          <w:rFonts w:ascii="Arial" w:hAnsi="Arial" w:cs="Arial"/>
          <w:sz w:val="24"/>
          <w:szCs w:val="24"/>
        </w:rPr>
        <w:tab/>
        <w:t>Almatı’dan İstanbul’a Hareket (TK351)</w:t>
      </w:r>
      <w:bookmarkStart w:id="0" w:name="_GoBack"/>
      <w:bookmarkEnd w:id="0"/>
    </w:p>
    <w:sectPr w:rsidR="00CD1F35" w:rsidRPr="00B42925" w:rsidSect="007102AE">
      <w:pgSz w:w="11900" w:h="16840"/>
      <w:pgMar w:top="240" w:right="1417" w:bottom="245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F35" w:rsidRDefault="00CD1F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CD1F35" w:rsidRDefault="00CD1F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F35" w:rsidRDefault="00CD1F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CD1F35" w:rsidRDefault="00CD1F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AAE"/>
    <w:rsid w:val="000148DA"/>
    <w:rsid w:val="00030451"/>
    <w:rsid w:val="00030A71"/>
    <w:rsid w:val="00031CFA"/>
    <w:rsid w:val="000462F1"/>
    <w:rsid w:val="00051EEB"/>
    <w:rsid w:val="00055F83"/>
    <w:rsid w:val="00072453"/>
    <w:rsid w:val="00084910"/>
    <w:rsid w:val="000F27AE"/>
    <w:rsid w:val="001072FC"/>
    <w:rsid w:val="00113F62"/>
    <w:rsid w:val="00147056"/>
    <w:rsid w:val="00183FD4"/>
    <w:rsid w:val="001854AA"/>
    <w:rsid w:val="001A5289"/>
    <w:rsid w:val="001B2D93"/>
    <w:rsid w:val="001B3337"/>
    <w:rsid w:val="001F407D"/>
    <w:rsid w:val="002004C8"/>
    <w:rsid w:val="00207852"/>
    <w:rsid w:val="002118D4"/>
    <w:rsid w:val="002516AC"/>
    <w:rsid w:val="002630D7"/>
    <w:rsid w:val="0026549C"/>
    <w:rsid w:val="002749E8"/>
    <w:rsid w:val="002A7CA4"/>
    <w:rsid w:val="002B204B"/>
    <w:rsid w:val="002B38BF"/>
    <w:rsid w:val="002F3A50"/>
    <w:rsid w:val="00302085"/>
    <w:rsid w:val="00322149"/>
    <w:rsid w:val="00330528"/>
    <w:rsid w:val="00337E32"/>
    <w:rsid w:val="00370FC8"/>
    <w:rsid w:val="00374294"/>
    <w:rsid w:val="0037617B"/>
    <w:rsid w:val="003B2A3F"/>
    <w:rsid w:val="003E6F34"/>
    <w:rsid w:val="00434B4B"/>
    <w:rsid w:val="0043536B"/>
    <w:rsid w:val="00461BE5"/>
    <w:rsid w:val="00475938"/>
    <w:rsid w:val="00485F06"/>
    <w:rsid w:val="00487724"/>
    <w:rsid w:val="004A471D"/>
    <w:rsid w:val="004A4CBB"/>
    <w:rsid w:val="004A54C9"/>
    <w:rsid w:val="004B15F8"/>
    <w:rsid w:val="004B4793"/>
    <w:rsid w:val="004B4840"/>
    <w:rsid w:val="004F092D"/>
    <w:rsid w:val="004F68DD"/>
    <w:rsid w:val="004F69F8"/>
    <w:rsid w:val="00507A78"/>
    <w:rsid w:val="005251B1"/>
    <w:rsid w:val="005449E0"/>
    <w:rsid w:val="00555E71"/>
    <w:rsid w:val="00572773"/>
    <w:rsid w:val="0058480B"/>
    <w:rsid w:val="00586B15"/>
    <w:rsid w:val="00591AE5"/>
    <w:rsid w:val="005A641E"/>
    <w:rsid w:val="005B226A"/>
    <w:rsid w:val="005D1577"/>
    <w:rsid w:val="005E76A4"/>
    <w:rsid w:val="005F2F3A"/>
    <w:rsid w:val="0060098F"/>
    <w:rsid w:val="006040BE"/>
    <w:rsid w:val="00622AEC"/>
    <w:rsid w:val="00666A1B"/>
    <w:rsid w:val="006701EA"/>
    <w:rsid w:val="006B41FA"/>
    <w:rsid w:val="006D0DF1"/>
    <w:rsid w:val="006D19FF"/>
    <w:rsid w:val="006E402D"/>
    <w:rsid w:val="006F3D56"/>
    <w:rsid w:val="00702EFA"/>
    <w:rsid w:val="007102AE"/>
    <w:rsid w:val="0071301E"/>
    <w:rsid w:val="00732810"/>
    <w:rsid w:val="00745EA8"/>
    <w:rsid w:val="0074757D"/>
    <w:rsid w:val="00762B3D"/>
    <w:rsid w:val="0077536C"/>
    <w:rsid w:val="007A492B"/>
    <w:rsid w:val="007A6080"/>
    <w:rsid w:val="007B488C"/>
    <w:rsid w:val="007B67DF"/>
    <w:rsid w:val="007C2A2F"/>
    <w:rsid w:val="007E0AE8"/>
    <w:rsid w:val="007E1156"/>
    <w:rsid w:val="007F6368"/>
    <w:rsid w:val="0081191D"/>
    <w:rsid w:val="008210D6"/>
    <w:rsid w:val="00826B63"/>
    <w:rsid w:val="00827417"/>
    <w:rsid w:val="008369AA"/>
    <w:rsid w:val="008562CD"/>
    <w:rsid w:val="00860359"/>
    <w:rsid w:val="008815DE"/>
    <w:rsid w:val="008B3D9F"/>
    <w:rsid w:val="008B7134"/>
    <w:rsid w:val="008C6DC5"/>
    <w:rsid w:val="008D2FF1"/>
    <w:rsid w:val="008E334D"/>
    <w:rsid w:val="008F237B"/>
    <w:rsid w:val="0091298D"/>
    <w:rsid w:val="00940334"/>
    <w:rsid w:val="0097095F"/>
    <w:rsid w:val="009801AF"/>
    <w:rsid w:val="00983429"/>
    <w:rsid w:val="00986289"/>
    <w:rsid w:val="009A1DA5"/>
    <w:rsid w:val="009A2143"/>
    <w:rsid w:val="009B700E"/>
    <w:rsid w:val="009C2EC0"/>
    <w:rsid w:val="009D1F24"/>
    <w:rsid w:val="009E10DF"/>
    <w:rsid w:val="009F2871"/>
    <w:rsid w:val="009F4C2F"/>
    <w:rsid w:val="009F6A13"/>
    <w:rsid w:val="009F6B2B"/>
    <w:rsid w:val="00A06F54"/>
    <w:rsid w:val="00A2381F"/>
    <w:rsid w:val="00A24338"/>
    <w:rsid w:val="00A30AAE"/>
    <w:rsid w:val="00A356A3"/>
    <w:rsid w:val="00A369D6"/>
    <w:rsid w:val="00A43387"/>
    <w:rsid w:val="00A90594"/>
    <w:rsid w:val="00A97110"/>
    <w:rsid w:val="00AB2A9C"/>
    <w:rsid w:val="00AB356D"/>
    <w:rsid w:val="00AC201C"/>
    <w:rsid w:val="00AC2115"/>
    <w:rsid w:val="00AD39CE"/>
    <w:rsid w:val="00AE3FA8"/>
    <w:rsid w:val="00B068DF"/>
    <w:rsid w:val="00B14081"/>
    <w:rsid w:val="00B14F85"/>
    <w:rsid w:val="00B17774"/>
    <w:rsid w:val="00B20EED"/>
    <w:rsid w:val="00B40227"/>
    <w:rsid w:val="00B42925"/>
    <w:rsid w:val="00B54D6D"/>
    <w:rsid w:val="00B6177A"/>
    <w:rsid w:val="00B67A35"/>
    <w:rsid w:val="00B73075"/>
    <w:rsid w:val="00B73268"/>
    <w:rsid w:val="00B97C97"/>
    <w:rsid w:val="00BB5484"/>
    <w:rsid w:val="00BD41DC"/>
    <w:rsid w:val="00C002AA"/>
    <w:rsid w:val="00C15EBA"/>
    <w:rsid w:val="00C172BF"/>
    <w:rsid w:val="00C311DD"/>
    <w:rsid w:val="00C31A2D"/>
    <w:rsid w:val="00C32181"/>
    <w:rsid w:val="00C402D4"/>
    <w:rsid w:val="00C47F30"/>
    <w:rsid w:val="00C51B90"/>
    <w:rsid w:val="00C654C8"/>
    <w:rsid w:val="00C93DF2"/>
    <w:rsid w:val="00C97707"/>
    <w:rsid w:val="00CD1F35"/>
    <w:rsid w:val="00CE17A0"/>
    <w:rsid w:val="00CE2764"/>
    <w:rsid w:val="00CF1B1A"/>
    <w:rsid w:val="00CF531C"/>
    <w:rsid w:val="00D01449"/>
    <w:rsid w:val="00D02F8D"/>
    <w:rsid w:val="00D060DD"/>
    <w:rsid w:val="00D166FB"/>
    <w:rsid w:val="00D264B3"/>
    <w:rsid w:val="00D61B68"/>
    <w:rsid w:val="00D628CB"/>
    <w:rsid w:val="00D73461"/>
    <w:rsid w:val="00D86762"/>
    <w:rsid w:val="00D9045C"/>
    <w:rsid w:val="00DA4381"/>
    <w:rsid w:val="00DB0D50"/>
    <w:rsid w:val="00DB1D98"/>
    <w:rsid w:val="00DB413C"/>
    <w:rsid w:val="00DC7D81"/>
    <w:rsid w:val="00DD4DCA"/>
    <w:rsid w:val="00DD7072"/>
    <w:rsid w:val="00DE0453"/>
    <w:rsid w:val="00DE3362"/>
    <w:rsid w:val="00DE5EBF"/>
    <w:rsid w:val="00E05358"/>
    <w:rsid w:val="00E21624"/>
    <w:rsid w:val="00E33312"/>
    <w:rsid w:val="00E370F0"/>
    <w:rsid w:val="00E66DE5"/>
    <w:rsid w:val="00E70C7E"/>
    <w:rsid w:val="00E71A65"/>
    <w:rsid w:val="00E73DEB"/>
    <w:rsid w:val="00E91F87"/>
    <w:rsid w:val="00E92D23"/>
    <w:rsid w:val="00E94FB0"/>
    <w:rsid w:val="00E967A9"/>
    <w:rsid w:val="00EA3D6B"/>
    <w:rsid w:val="00ED43DE"/>
    <w:rsid w:val="00EE500D"/>
    <w:rsid w:val="00F00C66"/>
    <w:rsid w:val="00F1354E"/>
    <w:rsid w:val="00F670D5"/>
    <w:rsid w:val="00F77237"/>
    <w:rsid w:val="00F8295E"/>
    <w:rsid w:val="00F85E2C"/>
    <w:rsid w:val="00F93F69"/>
    <w:rsid w:val="00FA3FC2"/>
    <w:rsid w:val="00FB6D98"/>
    <w:rsid w:val="00FC6609"/>
    <w:rsid w:val="00FC6B2F"/>
    <w:rsid w:val="00FC757E"/>
    <w:rsid w:val="00FD1C3F"/>
    <w:rsid w:val="00FE29C0"/>
    <w:rsid w:val="00FF17F0"/>
    <w:rsid w:val="00FF2785"/>
    <w:rsid w:val="00FF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7A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E17A0"/>
    <w:rPr>
      <w:u w:val="single"/>
    </w:rPr>
  </w:style>
  <w:style w:type="paragraph" w:customStyle="1" w:styleId="BalkveAltlk">
    <w:name w:val="Başlık ve Altlık"/>
    <w:uiPriority w:val="99"/>
    <w:rsid w:val="00CE17A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Times New Roman" w:hAnsi="Arial Unicode MS" w:cs="Helvetica"/>
      <w:color w:val="000000"/>
      <w:sz w:val="24"/>
      <w:szCs w:val="24"/>
    </w:rPr>
  </w:style>
  <w:style w:type="paragraph" w:customStyle="1" w:styleId="Gvde">
    <w:name w:val="Gövde"/>
    <w:uiPriority w:val="99"/>
    <w:rsid w:val="00CE17A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u w:color="000000"/>
    </w:rPr>
  </w:style>
  <w:style w:type="paragraph" w:styleId="NormalWeb">
    <w:name w:val="Normal (Web)"/>
    <w:basedOn w:val="Normal"/>
    <w:uiPriority w:val="99"/>
    <w:semiHidden/>
    <w:rsid w:val="00E91F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Strong">
    <w:name w:val="Strong"/>
    <w:basedOn w:val="DefaultParagraphFont"/>
    <w:uiPriority w:val="99"/>
    <w:qFormat/>
    <w:rsid w:val="00E91F8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449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49E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134</Words>
  <Characters>768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 – 2: </dc:title>
  <dc:subject/>
  <dc:creator>Müşavir</dc:creator>
  <cp:keywords/>
  <dc:description/>
  <cp:lastModifiedBy>fundaa</cp:lastModifiedBy>
  <cp:revision>3</cp:revision>
  <cp:lastPrinted>2015-02-16T11:13:00Z</cp:lastPrinted>
  <dcterms:created xsi:type="dcterms:W3CDTF">2015-02-16T11:13:00Z</dcterms:created>
  <dcterms:modified xsi:type="dcterms:W3CDTF">2015-02-16T11:16:00Z</dcterms:modified>
</cp:coreProperties>
</file>